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5CA47" w14:textId="77777777" w:rsidR="00134A7F" w:rsidRDefault="00134A7F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r w:rsidRPr="00134A7F">
        <w:rPr>
          <w:rFonts w:asciiTheme="minorHAnsi" w:hAnsiTheme="minorHAnsi" w:cs="Tahoma"/>
          <w:b/>
          <w:sz w:val="22"/>
          <w:szCs w:val="22"/>
        </w:rPr>
        <w:t>MODULO ISCRIZIONE</w:t>
      </w:r>
      <w:r w:rsidRPr="00943CE5">
        <w:rPr>
          <w:rFonts w:asciiTheme="minorHAnsi" w:hAnsiTheme="minorHAnsi" w:cs="Tahoma"/>
          <w:b/>
          <w:sz w:val="22"/>
          <w:szCs w:val="22"/>
        </w:rPr>
        <w:t xml:space="preserve"> </w:t>
      </w:r>
      <w:r w:rsidR="00B342A9" w:rsidRPr="00943CE5">
        <w:rPr>
          <w:rFonts w:asciiTheme="minorHAnsi" w:hAnsiTheme="minorHAnsi" w:cs="Tahoma"/>
          <w:b/>
          <w:sz w:val="22"/>
          <w:szCs w:val="22"/>
        </w:rPr>
        <w:t xml:space="preserve">ALUNNI CON DISABILITA’ </w:t>
      </w:r>
    </w:p>
    <w:p w14:paraId="6FD5CA48" w14:textId="77777777" w:rsidR="00B342A9" w:rsidRPr="003E6CB1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8"/>
          <w:szCs w:val="28"/>
        </w:rPr>
      </w:pPr>
      <w:r w:rsidRPr="003E6CB1">
        <w:rPr>
          <w:rFonts w:asciiTheme="minorHAnsi" w:hAnsiTheme="minorHAnsi" w:cs="Tahoma"/>
          <w:sz w:val="22"/>
          <w:szCs w:val="22"/>
        </w:rPr>
        <w:t>Scuole Secondarie di</w:t>
      </w:r>
      <w:r w:rsidRPr="00943CE5"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 xml:space="preserve">   </w:t>
      </w:r>
      <w:proofErr w:type="gramStart"/>
      <w:r>
        <w:rPr>
          <w:rFonts w:asciiTheme="minorHAnsi" w:hAnsiTheme="minorHAnsi" w:cs="Tahoma"/>
          <w:b/>
          <w:sz w:val="22"/>
          <w:szCs w:val="22"/>
        </w:rPr>
        <w:t xml:space="preserve">-  </w:t>
      </w:r>
      <w:r w:rsidRPr="003E6CB1">
        <w:rPr>
          <w:rFonts w:asciiTheme="minorHAnsi" w:hAnsiTheme="minorHAnsi" w:cs="Tahoma"/>
          <w:b/>
          <w:sz w:val="28"/>
          <w:szCs w:val="28"/>
        </w:rPr>
        <w:t>I</w:t>
      </w:r>
      <w:proofErr w:type="gramEnd"/>
      <w:r w:rsidRPr="003E6CB1">
        <w:rPr>
          <w:rFonts w:asciiTheme="minorHAnsi" w:hAnsiTheme="minorHAnsi" w:cs="Tahoma"/>
          <w:b/>
          <w:sz w:val="28"/>
          <w:szCs w:val="28"/>
        </w:rPr>
        <w:t xml:space="preserve"> Grado</w:t>
      </w:r>
    </w:p>
    <w:p w14:paraId="6FD5CA49" w14:textId="77777777" w:rsidR="00B342A9" w:rsidRPr="00134A7F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sz w:val="22"/>
          <w:szCs w:val="22"/>
        </w:rPr>
      </w:pPr>
      <w:r w:rsidRPr="00134A7F">
        <w:rPr>
          <w:rFonts w:asciiTheme="minorHAnsi" w:hAnsiTheme="minorHAnsi" w:cs="Tahoma"/>
          <w:sz w:val="22"/>
          <w:szCs w:val="22"/>
        </w:rPr>
        <w:t>Campionati Studenteschi Atletica Leggera su pista</w:t>
      </w:r>
      <w:r w:rsidR="00134A7F" w:rsidRPr="00134A7F">
        <w:rPr>
          <w:rFonts w:asciiTheme="minorHAnsi" w:hAnsiTheme="minorHAnsi" w:cs="Tahoma"/>
          <w:sz w:val="22"/>
          <w:szCs w:val="22"/>
        </w:rPr>
        <w:t>-Ancona 27 marzo 2019</w:t>
      </w:r>
    </w:p>
    <w:p w14:paraId="6FD5CA4A" w14:textId="77777777" w:rsidR="00B342A9" w:rsidRPr="00943CE5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r w:rsidRPr="00943CE5">
        <w:rPr>
          <w:rFonts w:asciiTheme="minorHAnsi" w:hAnsiTheme="minorHAnsi" w:cs="Tahoma"/>
          <w:b/>
          <w:sz w:val="22"/>
          <w:szCs w:val="22"/>
        </w:rPr>
        <w:t xml:space="preserve">Da inviare a </w:t>
      </w:r>
      <w:hyperlink r:id="rId8" w:history="1">
        <w:r w:rsidRPr="00943CE5">
          <w:rPr>
            <w:rStyle w:val="Collegamentoipertestuale"/>
            <w:rFonts w:asciiTheme="minorHAnsi" w:hAnsiTheme="minorHAnsi" w:cs="Tahoma"/>
            <w:b/>
            <w:sz w:val="22"/>
            <w:szCs w:val="22"/>
          </w:rPr>
          <w:t>uefs.an@istruzione.it</w:t>
        </w:r>
      </w:hyperlink>
      <w:r w:rsidRPr="00943CE5"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>15 marzo</w:t>
      </w:r>
      <w:r w:rsidRPr="00943CE5"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>2019</w:t>
      </w:r>
    </w:p>
    <w:p w14:paraId="6FD5CA4B" w14:textId="77777777" w:rsidR="00B342A9" w:rsidRPr="00943CE5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</w:p>
    <w:p w14:paraId="6FD5CA4C" w14:textId="77777777" w:rsidR="00B342A9" w:rsidRPr="00943CE5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r w:rsidRPr="00943CE5">
        <w:rPr>
          <w:rFonts w:asciiTheme="minorHAnsi" w:hAnsiTheme="minorHAnsi" w:cs="Tahoma"/>
          <w:b/>
          <w:sz w:val="22"/>
          <w:szCs w:val="22"/>
        </w:rPr>
        <w:t>Istituto Scolastico……………………………………………………………………………………………………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 w:cs="Tahoma"/>
          <w:b/>
          <w:sz w:val="22"/>
          <w:szCs w:val="22"/>
        </w:rPr>
        <w:t>…….</w:t>
      </w:r>
      <w:proofErr w:type="gramEnd"/>
      <w:r w:rsidRPr="00943CE5">
        <w:rPr>
          <w:rFonts w:asciiTheme="minorHAnsi" w:hAnsiTheme="minorHAnsi" w:cs="Tahoma"/>
          <w:b/>
          <w:sz w:val="22"/>
          <w:szCs w:val="22"/>
        </w:rPr>
        <w:t>.</w:t>
      </w:r>
    </w:p>
    <w:p w14:paraId="6FD5CA4D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23"/>
        <w:tblW w:w="44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4"/>
        <w:gridCol w:w="634"/>
        <w:gridCol w:w="634"/>
        <w:gridCol w:w="487"/>
        <w:gridCol w:w="474"/>
      </w:tblGrid>
      <w:tr w:rsidR="00B342A9" w:rsidRPr="00943CE5" w14:paraId="6FD5CA54" w14:textId="77777777" w:rsidTr="00EC39AC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4E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4F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DIR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0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C21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1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HFD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2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HS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3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NV</w:t>
            </w:r>
          </w:p>
        </w:tc>
      </w:tr>
      <w:tr w:rsidR="00B342A9" w:rsidRPr="00943CE5" w14:paraId="6FD5CA5B" w14:textId="77777777" w:rsidTr="00EC39AC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55" w14:textId="77777777" w:rsidR="00B342A9" w:rsidRPr="00943CE5" w:rsidRDefault="00B342A9" w:rsidP="00EC39A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 xml:space="preserve"> N° Maschi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5CA56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7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8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9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A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342A9" w:rsidRPr="00943CE5" w14:paraId="6FD5CA62" w14:textId="77777777" w:rsidTr="00EC39AC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5C" w14:textId="77777777" w:rsidR="00B342A9" w:rsidRPr="00943CE5" w:rsidRDefault="00B342A9" w:rsidP="00EC39A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 xml:space="preserve"> N° Femmine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5CA5D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E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5F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60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61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6FD5CA63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b/>
          <w:i/>
          <w:sz w:val="22"/>
          <w:szCs w:val="22"/>
        </w:rPr>
      </w:pPr>
    </w:p>
    <w:p w14:paraId="6FD5CA64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b/>
          <w:i/>
          <w:sz w:val="22"/>
          <w:szCs w:val="22"/>
        </w:rPr>
      </w:pPr>
    </w:p>
    <w:p w14:paraId="6FD5CA65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sz w:val="22"/>
          <w:szCs w:val="22"/>
        </w:rPr>
      </w:pPr>
    </w:p>
    <w:p w14:paraId="6FD5CA66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sz w:val="22"/>
          <w:szCs w:val="22"/>
        </w:rPr>
      </w:pPr>
    </w:p>
    <w:p w14:paraId="6FD5CA67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B342A9" w:rsidRPr="00943CE5" w14:paraId="6FD5CA70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CA68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CA69" w14:textId="77777777" w:rsidR="00B342A9" w:rsidRPr="00943CE5" w:rsidRDefault="00134A7F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</w:t>
            </w:r>
            <w:r w:rsidR="00B342A9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CA6A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Data di</w:t>
            </w:r>
          </w:p>
          <w:p w14:paraId="6FD5CA6B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5CA6C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Categoria</w:t>
            </w:r>
          </w:p>
          <w:p w14:paraId="6FD5CA6D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CA6E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14:paraId="6FD5CA6F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Sesso</w:t>
            </w:r>
          </w:p>
        </w:tc>
      </w:tr>
      <w:tr w:rsidR="00B342A9" w:rsidRPr="00943CE5" w14:paraId="6FD5CA76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1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2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3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74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75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7C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7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8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9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7A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7B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82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D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E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7F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80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81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88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83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84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85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86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87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8E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89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8A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8B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8C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8D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94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8F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90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91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92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93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9A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95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96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97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98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99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A0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9B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9C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9D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9E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9F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A6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1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2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3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A4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A5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AC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7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8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9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AA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AB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B2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D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E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AF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B0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B1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B8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B3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B4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B5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B6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B7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14:paraId="6FD5CABE" w14:textId="77777777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B9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BA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CABB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5CABC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ABD" w14:textId="77777777"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14:paraId="6FD5CABF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14:paraId="6FD5CAC0" w14:textId="77777777" w:rsidR="00B342A9" w:rsidRPr="00943CE5" w:rsidRDefault="00B342A9" w:rsidP="00B342A9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 xml:space="preserve">Si dichiara che tutti gli alunni in elenco nella presente pagina sono iscritti e frequentanti, e sono stati </w:t>
      </w:r>
      <w:proofErr w:type="gramStart"/>
      <w:r w:rsidRPr="00943CE5">
        <w:rPr>
          <w:rFonts w:asciiTheme="minorHAnsi" w:hAnsiTheme="minorHAnsi"/>
          <w:sz w:val="22"/>
          <w:szCs w:val="22"/>
        </w:rPr>
        <w:t>sottoposti  al</w:t>
      </w:r>
      <w:proofErr w:type="gramEnd"/>
      <w:r w:rsidRPr="00943CE5">
        <w:rPr>
          <w:rFonts w:asciiTheme="minorHAnsi" w:hAnsiTheme="minorHAnsi"/>
          <w:sz w:val="22"/>
          <w:szCs w:val="22"/>
        </w:rPr>
        <w:t xml:space="preserve"> controllo sanitario per la pratica di attività sportive NON agonistiche secondo la normativa vigente.</w:t>
      </w:r>
    </w:p>
    <w:p w14:paraId="6FD5CAC1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14:paraId="6FD5CAC2" w14:textId="77777777" w:rsidR="00B342A9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Docente responsabile Prof./Prof.ssa………………………………………………………………………………………….</w:t>
      </w:r>
    </w:p>
    <w:p w14:paraId="6FD5CAC3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.</w:t>
      </w:r>
    </w:p>
    <w:p w14:paraId="6FD5CAC4" w14:textId="77777777" w:rsidR="00B342A9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Telefono……………………………………………………………</w:t>
      </w:r>
      <w:proofErr w:type="gramStart"/>
      <w:r w:rsidRPr="00943CE5">
        <w:rPr>
          <w:rFonts w:asciiTheme="minorHAnsi" w:hAnsiTheme="minorHAnsi"/>
          <w:sz w:val="22"/>
          <w:szCs w:val="22"/>
        </w:rPr>
        <w:t>…….</w:t>
      </w:r>
      <w:proofErr w:type="gramEnd"/>
      <w:r w:rsidRPr="00943CE5">
        <w:rPr>
          <w:rFonts w:asciiTheme="minorHAnsi" w:hAnsiTheme="minorHAnsi"/>
          <w:sz w:val="22"/>
          <w:szCs w:val="22"/>
        </w:rPr>
        <w:t>. e- mail……………………………………………………………….</w:t>
      </w:r>
    </w:p>
    <w:p w14:paraId="6FD5CAC5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14:paraId="6FD5CAC6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Accompagnatori………………………………………………………………………………………………………………………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/>
          <w:sz w:val="22"/>
          <w:szCs w:val="22"/>
        </w:rPr>
        <w:t>…….</w:t>
      </w:r>
      <w:proofErr w:type="gramEnd"/>
      <w:r w:rsidRPr="00943CE5">
        <w:rPr>
          <w:rFonts w:asciiTheme="minorHAnsi" w:hAnsiTheme="minorHAnsi"/>
          <w:sz w:val="22"/>
          <w:szCs w:val="22"/>
        </w:rPr>
        <w:t>.</w:t>
      </w:r>
    </w:p>
    <w:p w14:paraId="6FD5CAC7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14:paraId="6FD5CAC8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  <w:r w:rsidRPr="00943CE5">
        <w:rPr>
          <w:rFonts w:asciiTheme="minorHAnsi" w:hAnsiTheme="minorHAnsi"/>
          <w:b/>
          <w:sz w:val="22"/>
          <w:szCs w:val="22"/>
        </w:rPr>
        <w:t>Data    ………/</w:t>
      </w:r>
      <w:proofErr w:type="gramStart"/>
      <w:r w:rsidRPr="00943CE5">
        <w:rPr>
          <w:rFonts w:asciiTheme="minorHAnsi" w:hAnsiTheme="minorHAnsi"/>
          <w:b/>
          <w:sz w:val="22"/>
          <w:szCs w:val="22"/>
        </w:rPr>
        <w:t>…….</w:t>
      </w:r>
      <w:proofErr w:type="gramEnd"/>
      <w:r w:rsidRPr="00943CE5">
        <w:rPr>
          <w:rFonts w:asciiTheme="minorHAnsi" w:hAnsiTheme="minorHAnsi"/>
          <w:b/>
          <w:sz w:val="22"/>
          <w:szCs w:val="22"/>
        </w:rPr>
        <w:t>./…………                                                   Firma del Dirigente Scolastico</w:t>
      </w:r>
    </w:p>
    <w:p w14:paraId="6FD5CAC9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  <w:r w:rsidRPr="00943CE5">
        <w:rPr>
          <w:rFonts w:asciiTheme="minorHAnsi" w:hAnsiTheme="minorHAnsi"/>
          <w:b/>
          <w:sz w:val="22"/>
          <w:szCs w:val="22"/>
        </w:rPr>
        <w:t xml:space="preserve">                          </w:t>
      </w:r>
    </w:p>
    <w:p w14:paraId="6FD5CACA" w14:textId="77777777"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  <w:r w:rsidRPr="00943CE5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__________________________________</w:t>
      </w:r>
    </w:p>
    <w:p w14:paraId="6FD5CACB" w14:textId="77777777" w:rsidR="006E5E8B" w:rsidRPr="00D7010A" w:rsidRDefault="006E5E8B" w:rsidP="006503BD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b/>
          <w:sz w:val="22"/>
          <w:szCs w:val="22"/>
        </w:rPr>
      </w:pPr>
    </w:p>
    <w:sectPr w:rsidR="006E5E8B" w:rsidRPr="00D7010A" w:rsidSect="004F2D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850" w:bottom="851" w:left="1418" w:header="0" w:footer="9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25326" w14:textId="77777777" w:rsidR="00D0529D" w:rsidRDefault="00D0529D">
      <w:r>
        <w:separator/>
      </w:r>
    </w:p>
  </w:endnote>
  <w:endnote w:type="continuationSeparator" w:id="0">
    <w:p w14:paraId="7383D43F" w14:textId="77777777" w:rsidR="00D0529D" w:rsidRDefault="00D0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CAD6" w14:textId="77777777" w:rsidR="004F2D6D" w:rsidRDefault="004F2D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3DD79" w14:textId="77777777" w:rsidR="0041081F" w:rsidRDefault="0041081F" w:rsidP="0041081F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Arial"/>
        <w:color w:val="000000"/>
        <w:sz w:val="16"/>
        <w:szCs w:val="16"/>
      </w:rPr>
    </w:pPr>
    <w:r w:rsidRPr="0041081F">
      <w:rPr>
        <w:rFonts w:asciiTheme="minorHAnsi" w:hAnsiTheme="minorHAnsi" w:cs="Arial"/>
        <w:color w:val="000000"/>
        <w:sz w:val="16"/>
        <w:szCs w:val="16"/>
      </w:rPr>
      <w:t xml:space="preserve">201902271116 </w:t>
    </w:r>
    <w:proofErr w:type="spellStart"/>
    <w:r w:rsidRPr="0041081F">
      <w:rPr>
        <w:rFonts w:asciiTheme="minorHAnsi" w:hAnsiTheme="minorHAnsi" w:cs="Arial"/>
        <w:color w:val="000000"/>
        <w:sz w:val="16"/>
        <w:szCs w:val="16"/>
      </w:rPr>
      <w:t>Modello_Disabili</w:t>
    </w:r>
    <w:proofErr w:type="spellEnd"/>
    <w:r w:rsidRPr="0041081F">
      <w:rPr>
        <w:rFonts w:asciiTheme="minorHAnsi" w:hAnsiTheme="minorHAnsi" w:cs="Arial"/>
        <w:color w:val="000000"/>
        <w:sz w:val="16"/>
        <w:szCs w:val="16"/>
      </w:rPr>
      <w:t xml:space="preserve">_ ATLETICA SU </w:t>
    </w:r>
    <w:proofErr w:type="gramStart"/>
    <w:r w:rsidRPr="0041081F">
      <w:rPr>
        <w:rFonts w:asciiTheme="minorHAnsi" w:hAnsiTheme="minorHAnsi" w:cs="Arial"/>
        <w:color w:val="000000"/>
        <w:sz w:val="16"/>
        <w:szCs w:val="16"/>
      </w:rPr>
      <w:t>PISTA  finale</w:t>
    </w:r>
    <w:proofErr w:type="gramEnd"/>
    <w:r w:rsidRPr="0041081F">
      <w:rPr>
        <w:rFonts w:asciiTheme="minorHAnsi" w:hAnsiTheme="minorHAnsi" w:cs="Arial"/>
        <w:color w:val="000000"/>
        <w:sz w:val="16"/>
        <w:szCs w:val="16"/>
      </w:rPr>
      <w:t xml:space="preserve"> provinciale 1° grado_ Ancona  27.03.19</w:t>
    </w:r>
  </w:p>
  <w:p w14:paraId="6FD5CAD8" w14:textId="145E035E" w:rsidR="0038302E" w:rsidRPr="00C107D9" w:rsidRDefault="00B813E1" w:rsidP="0041081F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Tahoma"/>
        <w:sz w:val="18"/>
        <w:szCs w:val="18"/>
      </w:rPr>
    </w:pPr>
    <w:r w:rsidRPr="00C107D9">
      <w:rPr>
        <w:rFonts w:asciiTheme="minorHAnsi" w:hAnsiTheme="minorHAnsi" w:cs="Tahoma"/>
        <w:sz w:val="18"/>
        <w:szCs w:val="18"/>
      </w:rPr>
      <w:t xml:space="preserve">Referente attività </w:t>
    </w:r>
    <w:proofErr w:type="gramStart"/>
    <w:r w:rsidRPr="00C107D9">
      <w:rPr>
        <w:rFonts w:asciiTheme="minorHAnsi" w:hAnsiTheme="minorHAnsi" w:cs="Tahoma"/>
        <w:sz w:val="18"/>
        <w:szCs w:val="18"/>
      </w:rPr>
      <w:t xml:space="preserve">istruttoria:  </w:t>
    </w:r>
    <w:r w:rsidR="0038302E">
      <w:rPr>
        <w:rFonts w:asciiTheme="minorHAnsi" w:hAnsiTheme="minorHAnsi" w:cs="Tahoma"/>
        <w:sz w:val="18"/>
        <w:szCs w:val="18"/>
      </w:rPr>
      <w:t>Paola</w:t>
    </w:r>
    <w:proofErr w:type="gramEnd"/>
    <w:r w:rsidR="0038302E">
      <w:rPr>
        <w:rFonts w:asciiTheme="minorHAnsi" w:hAnsiTheme="minorHAnsi" w:cs="Tahoma"/>
        <w:sz w:val="18"/>
        <w:szCs w:val="18"/>
      </w:rPr>
      <w:t xml:space="preserve"> Tedde                   </w:t>
    </w:r>
    <w:r w:rsidRPr="00C107D9">
      <w:rPr>
        <w:rFonts w:asciiTheme="minorHAnsi" w:hAnsiTheme="minorHAnsi" w:cs="Tahoma"/>
        <w:sz w:val="18"/>
        <w:szCs w:val="18"/>
      </w:rPr>
      <w:t xml:space="preserve">Tel. 071 2295462                    e-mail: </w:t>
    </w:r>
    <w:hyperlink r:id="rId1" w:history="1">
      <w:r w:rsidR="0038302E" w:rsidRPr="00534927">
        <w:rPr>
          <w:rStyle w:val="Collegamentoipertestuale"/>
          <w:rFonts w:asciiTheme="minorHAnsi" w:hAnsiTheme="minorHAnsi" w:cs="Tahoma"/>
          <w:sz w:val="18"/>
          <w:szCs w:val="18"/>
        </w:rPr>
        <w:t>uefs.an@istruzione.it</w:t>
      </w:r>
    </w:hyperlink>
  </w:p>
  <w:p w14:paraId="6FD5CAD9" w14:textId="77777777" w:rsidR="00B813E1" w:rsidRPr="00C107D9" w:rsidRDefault="00B813E1" w:rsidP="0041081F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/>
        <w:sz w:val="18"/>
        <w:szCs w:val="18"/>
      </w:rPr>
    </w:pPr>
    <w:bookmarkStart w:id="0" w:name="_GoBack"/>
    <w:bookmarkEnd w:id="0"/>
    <w:r w:rsidRPr="00C107D9">
      <w:rPr>
        <w:rFonts w:asciiTheme="minorHAnsi" w:hAnsiTheme="minorHAnsi"/>
        <w:sz w:val="18"/>
        <w:szCs w:val="18"/>
      </w:rPr>
      <w:t xml:space="preserve">Referente del procedimento: </w:t>
    </w:r>
    <w:r w:rsidR="000A6309">
      <w:rPr>
        <w:rFonts w:asciiTheme="minorHAnsi" w:hAnsiTheme="minorHAnsi"/>
        <w:sz w:val="18"/>
        <w:szCs w:val="18"/>
      </w:rPr>
      <w:t>Marco Petrini</w:t>
    </w:r>
    <w:r w:rsidRPr="00C107D9">
      <w:rPr>
        <w:rFonts w:asciiTheme="minorHAnsi" w:hAnsiTheme="minorHAnsi"/>
        <w:sz w:val="18"/>
        <w:szCs w:val="18"/>
      </w:rPr>
      <w:t xml:space="preserve"> </w:t>
    </w:r>
    <w:r w:rsidR="00C107D9">
      <w:rPr>
        <w:rFonts w:asciiTheme="minorHAnsi" w:hAnsiTheme="minorHAnsi"/>
        <w:sz w:val="18"/>
        <w:szCs w:val="18"/>
      </w:rPr>
      <w:t xml:space="preserve">      </w:t>
    </w:r>
    <w:r w:rsidRPr="00C107D9">
      <w:rPr>
        <w:rFonts w:asciiTheme="minorHAnsi" w:hAnsiTheme="minorHAnsi"/>
        <w:sz w:val="18"/>
        <w:szCs w:val="18"/>
      </w:rPr>
      <w:t xml:space="preserve">Tel. 071 2295437 </w:t>
    </w:r>
    <w:r w:rsidR="00C107D9">
      <w:rPr>
        <w:rFonts w:asciiTheme="minorHAnsi" w:hAnsiTheme="minorHAnsi"/>
        <w:sz w:val="18"/>
        <w:szCs w:val="18"/>
      </w:rPr>
      <w:t xml:space="preserve">                   </w:t>
    </w:r>
    <w:r w:rsidRPr="00C107D9">
      <w:rPr>
        <w:rFonts w:asciiTheme="minorHAnsi" w:hAnsiTheme="minorHAnsi"/>
        <w:sz w:val="18"/>
        <w:szCs w:val="18"/>
      </w:rPr>
      <w:t xml:space="preserve">e-mail: </w:t>
    </w:r>
    <w:hyperlink r:id="rId2" w:history="1">
      <w:r w:rsidRPr="00C107D9">
        <w:rPr>
          <w:rStyle w:val="Collegamentoipertestuale"/>
          <w:rFonts w:asciiTheme="minorHAnsi" w:hAnsiTheme="minorHAnsi"/>
          <w:sz w:val="18"/>
          <w:szCs w:val="18"/>
        </w:rPr>
        <w:t>michelangela.ionna@istruzione.it</w:t>
      </w:r>
    </w:hyperlink>
  </w:p>
  <w:p w14:paraId="6FD5CADA" w14:textId="77777777" w:rsidR="00EB0EE7" w:rsidRDefault="00EB0EE7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Via XXV Aprile, </w:t>
    </w:r>
    <w:proofErr w:type="gramStart"/>
    <w:r>
      <w:rPr>
        <w:rFonts w:asciiTheme="minorHAnsi" w:hAnsiTheme="minorHAnsi" w:cs="Arial"/>
        <w:sz w:val="18"/>
        <w:szCs w:val="18"/>
      </w:rPr>
      <w:t>19  -</w:t>
    </w:r>
    <w:proofErr w:type="gramEnd"/>
    <w:r>
      <w:rPr>
        <w:rFonts w:asciiTheme="minorHAnsi" w:hAnsiTheme="minorHAnsi" w:cs="Arial"/>
        <w:sz w:val="18"/>
        <w:szCs w:val="18"/>
      </w:rPr>
      <w:t xml:space="preserve"> </w:t>
    </w:r>
    <w:r>
      <w:rPr>
        <w:rFonts w:asciiTheme="minorHAnsi" w:hAnsiTheme="minorHAnsi" w:cs="Arial"/>
        <w:smallCaps/>
        <w:sz w:val="18"/>
        <w:szCs w:val="18"/>
      </w:rPr>
      <w:t>Ancona</w:t>
    </w:r>
    <w:r>
      <w:rPr>
        <w:rFonts w:asciiTheme="minorHAnsi" w:hAnsiTheme="minorHAnsi" w:cs="Arial"/>
        <w:sz w:val="18"/>
        <w:szCs w:val="18"/>
      </w:rPr>
      <w:t xml:space="preserve"> - tel. 071 22 951 –  indirizzo posta elettronica certificata </w:t>
    </w:r>
    <w:hyperlink r:id="rId3" w:history="1">
      <w:r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14:paraId="6FD5CADB" w14:textId="77777777" w:rsidR="00EB0EE7" w:rsidRDefault="00EB0EE7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4" w:history="1">
      <w:r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>
      <w:rPr>
        <w:rFonts w:asciiTheme="minorHAnsi" w:hAnsiTheme="minorHAnsi" w:cs="Arial"/>
        <w:sz w:val="18"/>
        <w:szCs w:val="18"/>
      </w:rPr>
      <w:t xml:space="preserve"> – sito WEB </w:t>
    </w:r>
    <w:hyperlink r:id="rId5" w:history="1">
      <w:r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CADD" w14:textId="77777777" w:rsidR="004F2D6D" w:rsidRDefault="004F2D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09BC3" w14:textId="77777777" w:rsidR="00D0529D" w:rsidRDefault="00D0529D">
      <w:r>
        <w:separator/>
      </w:r>
    </w:p>
  </w:footnote>
  <w:footnote w:type="continuationSeparator" w:id="0">
    <w:p w14:paraId="512276D5" w14:textId="77777777" w:rsidR="00D0529D" w:rsidRDefault="00D05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CAD0" w14:textId="77777777" w:rsidR="004F2D6D" w:rsidRDefault="004F2D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CAD1" w14:textId="77777777" w:rsidR="002E6CB5" w:rsidRPr="006E4A3F" w:rsidRDefault="002E6CB5" w:rsidP="003244A9">
    <w:pPr>
      <w:pStyle w:val="Intestazione"/>
      <w:spacing w:after="60"/>
      <w:rPr>
        <w:rFonts w:ascii="Palace Script MT" w:hAnsi="Palace Script MT"/>
        <w:w w:val="66"/>
        <w:sz w:val="16"/>
        <w:szCs w:val="16"/>
      </w:rPr>
    </w:pPr>
  </w:p>
  <w:p w14:paraId="6FD5CAD2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6FD5CADE" wp14:editId="6FD5CADF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D5CAD3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6FD5CAD4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6FD5CAD5" w14:textId="77777777" w:rsidR="00787314" w:rsidRPr="003244A9" w:rsidRDefault="002E6CB5" w:rsidP="003244A9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CADC" w14:textId="77777777" w:rsidR="004F2D6D" w:rsidRDefault="004F2D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B05EF8"/>
    <w:multiLevelType w:val="hybridMultilevel"/>
    <w:tmpl w:val="25D4B9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9406B4"/>
    <w:multiLevelType w:val="hybridMultilevel"/>
    <w:tmpl w:val="6D3C0560"/>
    <w:lvl w:ilvl="0" w:tplc="63E23804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92AE8"/>
    <w:multiLevelType w:val="hybridMultilevel"/>
    <w:tmpl w:val="92D4418E"/>
    <w:lvl w:ilvl="0" w:tplc="0410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62A5DAC"/>
    <w:multiLevelType w:val="multilevel"/>
    <w:tmpl w:val="BA5009E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29B54279"/>
    <w:multiLevelType w:val="multilevel"/>
    <w:tmpl w:val="9A0EB73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2AFA0350"/>
    <w:multiLevelType w:val="hybridMultilevel"/>
    <w:tmpl w:val="7BE6B5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928"/>
    <w:multiLevelType w:val="hybridMultilevel"/>
    <w:tmpl w:val="44F28638"/>
    <w:lvl w:ilvl="0" w:tplc="B12A395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1E1CB9"/>
    <w:multiLevelType w:val="hybridMultilevel"/>
    <w:tmpl w:val="575CD6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474BC"/>
    <w:multiLevelType w:val="hybridMultilevel"/>
    <w:tmpl w:val="271230A8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5596556"/>
    <w:multiLevelType w:val="hybridMultilevel"/>
    <w:tmpl w:val="5BB485E8"/>
    <w:lvl w:ilvl="0" w:tplc="455EAD5E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86059"/>
    <w:multiLevelType w:val="hybridMultilevel"/>
    <w:tmpl w:val="A07A14F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53FFB"/>
    <w:multiLevelType w:val="hybridMultilevel"/>
    <w:tmpl w:val="D03039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723E6"/>
    <w:multiLevelType w:val="multilevel"/>
    <w:tmpl w:val="EFEE331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412F6C45"/>
    <w:multiLevelType w:val="hybridMultilevel"/>
    <w:tmpl w:val="B9C8E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A3216"/>
    <w:multiLevelType w:val="hybridMultilevel"/>
    <w:tmpl w:val="5846FA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15B7B"/>
    <w:multiLevelType w:val="hybridMultilevel"/>
    <w:tmpl w:val="7EF02DA4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32450DA"/>
    <w:multiLevelType w:val="hybridMultilevel"/>
    <w:tmpl w:val="6E6C93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B84B9A"/>
    <w:multiLevelType w:val="hybridMultilevel"/>
    <w:tmpl w:val="2FF40D9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17F1D19"/>
    <w:multiLevelType w:val="hybridMultilevel"/>
    <w:tmpl w:val="D6EA7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6DE24C0C"/>
    <w:multiLevelType w:val="hybridMultilevel"/>
    <w:tmpl w:val="68DC33D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B61D4"/>
    <w:multiLevelType w:val="hybridMultilevel"/>
    <w:tmpl w:val="EBACAA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3E7DC2"/>
    <w:multiLevelType w:val="hybridMultilevel"/>
    <w:tmpl w:val="A574EF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3"/>
  </w:num>
  <w:num w:numId="7">
    <w:abstractNumId w:val="25"/>
  </w:num>
  <w:num w:numId="8">
    <w:abstractNumId w:val="16"/>
  </w:num>
  <w:num w:numId="9">
    <w:abstractNumId w:val="8"/>
  </w:num>
  <w:num w:numId="10">
    <w:abstractNumId w:val="7"/>
  </w:num>
  <w:num w:numId="11">
    <w:abstractNumId w:val="12"/>
  </w:num>
  <w:num w:numId="12">
    <w:abstractNumId w:val="26"/>
  </w:num>
  <w:num w:numId="13">
    <w:abstractNumId w:val="21"/>
  </w:num>
  <w:num w:numId="14">
    <w:abstractNumId w:val="17"/>
  </w:num>
  <w:num w:numId="15">
    <w:abstractNumId w:val="20"/>
  </w:num>
  <w:num w:numId="16">
    <w:abstractNumId w:val="22"/>
  </w:num>
  <w:num w:numId="17">
    <w:abstractNumId w:val="14"/>
  </w:num>
  <w:num w:numId="18">
    <w:abstractNumId w:val="27"/>
  </w:num>
  <w:num w:numId="19">
    <w:abstractNumId w:val="13"/>
  </w:num>
  <w:num w:numId="20">
    <w:abstractNumId w:val="4"/>
  </w:num>
  <w:num w:numId="21">
    <w:abstractNumId w:val="9"/>
  </w:num>
  <w:num w:numId="22">
    <w:abstractNumId w:val="19"/>
  </w:num>
  <w:num w:numId="23">
    <w:abstractNumId w:val="3"/>
  </w:num>
  <w:num w:numId="24">
    <w:abstractNumId w:val="15"/>
  </w:num>
  <w:num w:numId="25">
    <w:abstractNumId w:val="10"/>
  </w:num>
  <w:num w:numId="26">
    <w:abstractNumId w:val="24"/>
  </w:num>
  <w:num w:numId="27">
    <w:abstractNumId w:val="11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EE7"/>
    <w:rsid w:val="0000284C"/>
    <w:rsid w:val="00003930"/>
    <w:rsid w:val="00013122"/>
    <w:rsid w:val="0002396F"/>
    <w:rsid w:val="00027391"/>
    <w:rsid w:val="000305A1"/>
    <w:rsid w:val="00031108"/>
    <w:rsid w:val="000336A8"/>
    <w:rsid w:val="00052666"/>
    <w:rsid w:val="00062663"/>
    <w:rsid w:val="00065854"/>
    <w:rsid w:val="000734D8"/>
    <w:rsid w:val="0008118F"/>
    <w:rsid w:val="000872BC"/>
    <w:rsid w:val="00094CA7"/>
    <w:rsid w:val="000A28B3"/>
    <w:rsid w:val="000A4D1B"/>
    <w:rsid w:val="000A4E09"/>
    <w:rsid w:val="000A6309"/>
    <w:rsid w:val="000C6FA8"/>
    <w:rsid w:val="000D4048"/>
    <w:rsid w:val="000E1876"/>
    <w:rsid w:val="000E6923"/>
    <w:rsid w:val="000F18B2"/>
    <w:rsid w:val="001028A5"/>
    <w:rsid w:val="001067CE"/>
    <w:rsid w:val="0011034B"/>
    <w:rsid w:val="00115302"/>
    <w:rsid w:val="001169C1"/>
    <w:rsid w:val="001230F1"/>
    <w:rsid w:val="001321A3"/>
    <w:rsid w:val="001328E3"/>
    <w:rsid w:val="00134A7F"/>
    <w:rsid w:val="00136AAF"/>
    <w:rsid w:val="00140505"/>
    <w:rsid w:val="00140EC3"/>
    <w:rsid w:val="00142886"/>
    <w:rsid w:val="001446D9"/>
    <w:rsid w:val="00160F25"/>
    <w:rsid w:val="0016426D"/>
    <w:rsid w:val="001705F8"/>
    <w:rsid w:val="0017119C"/>
    <w:rsid w:val="001730C7"/>
    <w:rsid w:val="00195202"/>
    <w:rsid w:val="001A53D4"/>
    <w:rsid w:val="001A5F59"/>
    <w:rsid w:val="001B2388"/>
    <w:rsid w:val="001B31D8"/>
    <w:rsid w:val="001B4265"/>
    <w:rsid w:val="001B5E73"/>
    <w:rsid w:val="001C4641"/>
    <w:rsid w:val="001C586C"/>
    <w:rsid w:val="001C58A5"/>
    <w:rsid w:val="001E1647"/>
    <w:rsid w:val="00203ECA"/>
    <w:rsid w:val="00211D07"/>
    <w:rsid w:val="00226453"/>
    <w:rsid w:val="002361FA"/>
    <w:rsid w:val="00236CE8"/>
    <w:rsid w:val="00243475"/>
    <w:rsid w:val="00243D68"/>
    <w:rsid w:val="00247B14"/>
    <w:rsid w:val="00251C91"/>
    <w:rsid w:val="00260575"/>
    <w:rsid w:val="00281D4C"/>
    <w:rsid w:val="00286A6E"/>
    <w:rsid w:val="00293CE5"/>
    <w:rsid w:val="00293F1A"/>
    <w:rsid w:val="00294E12"/>
    <w:rsid w:val="00297DB7"/>
    <w:rsid w:val="002A2A80"/>
    <w:rsid w:val="002A4290"/>
    <w:rsid w:val="002B5F28"/>
    <w:rsid w:val="002C2747"/>
    <w:rsid w:val="002C3A25"/>
    <w:rsid w:val="002C5ECD"/>
    <w:rsid w:val="002D3DF5"/>
    <w:rsid w:val="002D66FA"/>
    <w:rsid w:val="002E1E4C"/>
    <w:rsid w:val="002E639B"/>
    <w:rsid w:val="002E6CB5"/>
    <w:rsid w:val="002F39BA"/>
    <w:rsid w:val="002F45C3"/>
    <w:rsid w:val="002F60CE"/>
    <w:rsid w:val="002F75C2"/>
    <w:rsid w:val="003063DD"/>
    <w:rsid w:val="00316AF2"/>
    <w:rsid w:val="00321136"/>
    <w:rsid w:val="003244A9"/>
    <w:rsid w:val="00325D26"/>
    <w:rsid w:val="00326968"/>
    <w:rsid w:val="00330D05"/>
    <w:rsid w:val="00340F90"/>
    <w:rsid w:val="00355DF7"/>
    <w:rsid w:val="00363382"/>
    <w:rsid w:val="0036366B"/>
    <w:rsid w:val="0038302E"/>
    <w:rsid w:val="00385BDF"/>
    <w:rsid w:val="003918AC"/>
    <w:rsid w:val="0039235A"/>
    <w:rsid w:val="00394C2D"/>
    <w:rsid w:val="00396DCD"/>
    <w:rsid w:val="003A2189"/>
    <w:rsid w:val="003B10D1"/>
    <w:rsid w:val="003B4C21"/>
    <w:rsid w:val="003B699C"/>
    <w:rsid w:val="003C4A5D"/>
    <w:rsid w:val="003C6398"/>
    <w:rsid w:val="003E128A"/>
    <w:rsid w:val="003E5EE2"/>
    <w:rsid w:val="003F0059"/>
    <w:rsid w:val="003F0EE0"/>
    <w:rsid w:val="003F5450"/>
    <w:rsid w:val="003F7EC1"/>
    <w:rsid w:val="0041081F"/>
    <w:rsid w:val="00412C31"/>
    <w:rsid w:val="00415B92"/>
    <w:rsid w:val="00424149"/>
    <w:rsid w:val="00427F65"/>
    <w:rsid w:val="004305C1"/>
    <w:rsid w:val="00433C0E"/>
    <w:rsid w:val="00444152"/>
    <w:rsid w:val="00447D69"/>
    <w:rsid w:val="00451041"/>
    <w:rsid w:val="00451B49"/>
    <w:rsid w:val="00453C1B"/>
    <w:rsid w:val="0047283F"/>
    <w:rsid w:val="004842CA"/>
    <w:rsid w:val="004A6251"/>
    <w:rsid w:val="004B4A43"/>
    <w:rsid w:val="004F2D6D"/>
    <w:rsid w:val="00500132"/>
    <w:rsid w:val="00502EF4"/>
    <w:rsid w:val="0050345F"/>
    <w:rsid w:val="00504C84"/>
    <w:rsid w:val="00512AA4"/>
    <w:rsid w:val="005173B6"/>
    <w:rsid w:val="00527FC3"/>
    <w:rsid w:val="00536E7C"/>
    <w:rsid w:val="00540654"/>
    <w:rsid w:val="005558BE"/>
    <w:rsid w:val="00565396"/>
    <w:rsid w:val="0056605C"/>
    <w:rsid w:val="00570ED7"/>
    <w:rsid w:val="00582537"/>
    <w:rsid w:val="005837A9"/>
    <w:rsid w:val="00586341"/>
    <w:rsid w:val="00593D05"/>
    <w:rsid w:val="00597F64"/>
    <w:rsid w:val="005A16AD"/>
    <w:rsid w:val="005A170D"/>
    <w:rsid w:val="005A21E0"/>
    <w:rsid w:val="005B1070"/>
    <w:rsid w:val="005C15CF"/>
    <w:rsid w:val="005D0EF5"/>
    <w:rsid w:val="005D256F"/>
    <w:rsid w:val="005D336C"/>
    <w:rsid w:val="005E0DCE"/>
    <w:rsid w:val="005E199E"/>
    <w:rsid w:val="005E5D3E"/>
    <w:rsid w:val="005E6ACB"/>
    <w:rsid w:val="005E72F2"/>
    <w:rsid w:val="00615A3F"/>
    <w:rsid w:val="0062214C"/>
    <w:rsid w:val="006352AB"/>
    <w:rsid w:val="006358E8"/>
    <w:rsid w:val="00636819"/>
    <w:rsid w:val="00643058"/>
    <w:rsid w:val="006503BD"/>
    <w:rsid w:val="0066114A"/>
    <w:rsid w:val="00686718"/>
    <w:rsid w:val="0069185A"/>
    <w:rsid w:val="006A2BB1"/>
    <w:rsid w:val="006B0AC1"/>
    <w:rsid w:val="006B34B4"/>
    <w:rsid w:val="006B4A54"/>
    <w:rsid w:val="006B5FA0"/>
    <w:rsid w:val="006C314F"/>
    <w:rsid w:val="006D43B8"/>
    <w:rsid w:val="006D7D14"/>
    <w:rsid w:val="006E4A3F"/>
    <w:rsid w:val="006E4B7E"/>
    <w:rsid w:val="006E5B4A"/>
    <w:rsid w:val="006E5E8B"/>
    <w:rsid w:val="006E7B53"/>
    <w:rsid w:val="00704D76"/>
    <w:rsid w:val="00711397"/>
    <w:rsid w:val="007173A7"/>
    <w:rsid w:val="00717931"/>
    <w:rsid w:val="007228EE"/>
    <w:rsid w:val="00725996"/>
    <w:rsid w:val="0072734B"/>
    <w:rsid w:val="00730FF0"/>
    <w:rsid w:val="00734663"/>
    <w:rsid w:val="00736EA6"/>
    <w:rsid w:val="0073795F"/>
    <w:rsid w:val="00750234"/>
    <w:rsid w:val="00773CDB"/>
    <w:rsid w:val="00777C59"/>
    <w:rsid w:val="007863FF"/>
    <w:rsid w:val="00786CFE"/>
    <w:rsid w:val="00787314"/>
    <w:rsid w:val="007A7544"/>
    <w:rsid w:val="007B3A49"/>
    <w:rsid w:val="007D1694"/>
    <w:rsid w:val="007D21A9"/>
    <w:rsid w:val="007E4897"/>
    <w:rsid w:val="007F4EE5"/>
    <w:rsid w:val="007F6B4A"/>
    <w:rsid w:val="00801574"/>
    <w:rsid w:val="00805F59"/>
    <w:rsid w:val="0080628A"/>
    <w:rsid w:val="00815C24"/>
    <w:rsid w:val="00816A41"/>
    <w:rsid w:val="00820087"/>
    <w:rsid w:val="0083067D"/>
    <w:rsid w:val="00831A5E"/>
    <w:rsid w:val="00834F58"/>
    <w:rsid w:val="00835A1B"/>
    <w:rsid w:val="008524F9"/>
    <w:rsid w:val="00853A85"/>
    <w:rsid w:val="00856D0E"/>
    <w:rsid w:val="008571E8"/>
    <w:rsid w:val="00861126"/>
    <w:rsid w:val="00867563"/>
    <w:rsid w:val="00867FB7"/>
    <w:rsid w:val="0089222D"/>
    <w:rsid w:val="008A3D06"/>
    <w:rsid w:val="008B4793"/>
    <w:rsid w:val="008C190B"/>
    <w:rsid w:val="008C5CA0"/>
    <w:rsid w:val="008C7A02"/>
    <w:rsid w:val="008D1075"/>
    <w:rsid w:val="008E34D8"/>
    <w:rsid w:val="008F180E"/>
    <w:rsid w:val="00900512"/>
    <w:rsid w:val="0091014A"/>
    <w:rsid w:val="00911C62"/>
    <w:rsid w:val="00914AB6"/>
    <w:rsid w:val="00915996"/>
    <w:rsid w:val="00920D49"/>
    <w:rsid w:val="00924615"/>
    <w:rsid w:val="0093649D"/>
    <w:rsid w:val="00941DE5"/>
    <w:rsid w:val="009474DC"/>
    <w:rsid w:val="0095088A"/>
    <w:rsid w:val="00950C63"/>
    <w:rsid w:val="00952391"/>
    <w:rsid w:val="00960740"/>
    <w:rsid w:val="00962AF0"/>
    <w:rsid w:val="00962F77"/>
    <w:rsid w:val="00970A11"/>
    <w:rsid w:val="00974519"/>
    <w:rsid w:val="00974E22"/>
    <w:rsid w:val="009758DB"/>
    <w:rsid w:val="00976406"/>
    <w:rsid w:val="009860EA"/>
    <w:rsid w:val="0098790A"/>
    <w:rsid w:val="00990D6F"/>
    <w:rsid w:val="00995801"/>
    <w:rsid w:val="009A0AE7"/>
    <w:rsid w:val="009A270E"/>
    <w:rsid w:val="009A5CFE"/>
    <w:rsid w:val="009A67A5"/>
    <w:rsid w:val="009C04AF"/>
    <w:rsid w:val="009C4538"/>
    <w:rsid w:val="009C6DB4"/>
    <w:rsid w:val="009E5C61"/>
    <w:rsid w:val="009E74FA"/>
    <w:rsid w:val="009F765D"/>
    <w:rsid w:val="00A06A97"/>
    <w:rsid w:val="00A12FEF"/>
    <w:rsid w:val="00A16542"/>
    <w:rsid w:val="00A20276"/>
    <w:rsid w:val="00A25362"/>
    <w:rsid w:val="00A257AD"/>
    <w:rsid w:val="00A36DDF"/>
    <w:rsid w:val="00A41739"/>
    <w:rsid w:val="00A43D45"/>
    <w:rsid w:val="00A51971"/>
    <w:rsid w:val="00A52D60"/>
    <w:rsid w:val="00A64B9F"/>
    <w:rsid w:val="00A66913"/>
    <w:rsid w:val="00A71BE1"/>
    <w:rsid w:val="00A80E0E"/>
    <w:rsid w:val="00A81BC1"/>
    <w:rsid w:val="00A83D25"/>
    <w:rsid w:val="00AA2182"/>
    <w:rsid w:val="00AA4581"/>
    <w:rsid w:val="00AA5B13"/>
    <w:rsid w:val="00AA67A9"/>
    <w:rsid w:val="00AA7A72"/>
    <w:rsid w:val="00AC19A9"/>
    <w:rsid w:val="00AC3250"/>
    <w:rsid w:val="00AC63AB"/>
    <w:rsid w:val="00AC7260"/>
    <w:rsid w:val="00AD2437"/>
    <w:rsid w:val="00AD6B74"/>
    <w:rsid w:val="00AF08D8"/>
    <w:rsid w:val="00B01258"/>
    <w:rsid w:val="00B30234"/>
    <w:rsid w:val="00B342A9"/>
    <w:rsid w:val="00B42556"/>
    <w:rsid w:val="00B42EF0"/>
    <w:rsid w:val="00B439A7"/>
    <w:rsid w:val="00B44958"/>
    <w:rsid w:val="00B51369"/>
    <w:rsid w:val="00B56B10"/>
    <w:rsid w:val="00B62558"/>
    <w:rsid w:val="00B63F10"/>
    <w:rsid w:val="00B704B6"/>
    <w:rsid w:val="00B80A22"/>
    <w:rsid w:val="00B813E1"/>
    <w:rsid w:val="00B922AC"/>
    <w:rsid w:val="00B9297F"/>
    <w:rsid w:val="00B944A1"/>
    <w:rsid w:val="00B9479B"/>
    <w:rsid w:val="00BA4C0A"/>
    <w:rsid w:val="00BB1172"/>
    <w:rsid w:val="00BB7BF8"/>
    <w:rsid w:val="00BD4215"/>
    <w:rsid w:val="00BD718B"/>
    <w:rsid w:val="00BE0E58"/>
    <w:rsid w:val="00BF00C2"/>
    <w:rsid w:val="00C01D89"/>
    <w:rsid w:val="00C05889"/>
    <w:rsid w:val="00C05DE6"/>
    <w:rsid w:val="00C107D9"/>
    <w:rsid w:val="00C248C8"/>
    <w:rsid w:val="00C42780"/>
    <w:rsid w:val="00C53192"/>
    <w:rsid w:val="00C64000"/>
    <w:rsid w:val="00C66C50"/>
    <w:rsid w:val="00C70734"/>
    <w:rsid w:val="00C74D71"/>
    <w:rsid w:val="00C777F9"/>
    <w:rsid w:val="00C805A7"/>
    <w:rsid w:val="00C83861"/>
    <w:rsid w:val="00C87D38"/>
    <w:rsid w:val="00C9392B"/>
    <w:rsid w:val="00CB05F3"/>
    <w:rsid w:val="00CC3989"/>
    <w:rsid w:val="00CD47B7"/>
    <w:rsid w:val="00CE0544"/>
    <w:rsid w:val="00CE146D"/>
    <w:rsid w:val="00CE3B95"/>
    <w:rsid w:val="00CF4216"/>
    <w:rsid w:val="00D02CBD"/>
    <w:rsid w:val="00D03683"/>
    <w:rsid w:val="00D0529D"/>
    <w:rsid w:val="00D05A7F"/>
    <w:rsid w:val="00D06B03"/>
    <w:rsid w:val="00D07749"/>
    <w:rsid w:val="00D1142B"/>
    <w:rsid w:val="00D2023A"/>
    <w:rsid w:val="00D205CB"/>
    <w:rsid w:val="00D256A6"/>
    <w:rsid w:val="00D30DA6"/>
    <w:rsid w:val="00D45BCA"/>
    <w:rsid w:val="00D5029E"/>
    <w:rsid w:val="00D529DA"/>
    <w:rsid w:val="00D7010A"/>
    <w:rsid w:val="00D70B9C"/>
    <w:rsid w:val="00D7611A"/>
    <w:rsid w:val="00D8095E"/>
    <w:rsid w:val="00D83871"/>
    <w:rsid w:val="00D876A3"/>
    <w:rsid w:val="00D91E7E"/>
    <w:rsid w:val="00D92914"/>
    <w:rsid w:val="00D92CC7"/>
    <w:rsid w:val="00DB0E61"/>
    <w:rsid w:val="00DB64FD"/>
    <w:rsid w:val="00DB7EBA"/>
    <w:rsid w:val="00DC42D1"/>
    <w:rsid w:val="00DC7491"/>
    <w:rsid w:val="00DD110C"/>
    <w:rsid w:val="00DD1DAC"/>
    <w:rsid w:val="00DD6016"/>
    <w:rsid w:val="00DD6C7B"/>
    <w:rsid w:val="00DF3ABA"/>
    <w:rsid w:val="00DF42D0"/>
    <w:rsid w:val="00DF5567"/>
    <w:rsid w:val="00E174CB"/>
    <w:rsid w:val="00E2632E"/>
    <w:rsid w:val="00E27F34"/>
    <w:rsid w:val="00E34BAA"/>
    <w:rsid w:val="00E413FF"/>
    <w:rsid w:val="00E42106"/>
    <w:rsid w:val="00E42F35"/>
    <w:rsid w:val="00E546E4"/>
    <w:rsid w:val="00E634CE"/>
    <w:rsid w:val="00E70E37"/>
    <w:rsid w:val="00E75639"/>
    <w:rsid w:val="00E831F3"/>
    <w:rsid w:val="00E95049"/>
    <w:rsid w:val="00EA0A96"/>
    <w:rsid w:val="00EB0D59"/>
    <w:rsid w:val="00EB0EE7"/>
    <w:rsid w:val="00EB7671"/>
    <w:rsid w:val="00EB7E41"/>
    <w:rsid w:val="00EB7FC9"/>
    <w:rsid w:val="00EC02B7"/>
    <w:rsid w:val="00EC3787"/>
    <w:rsid w:val="00EC6B16"/>
    <w:rsid w:val="00ED17F6"/>
    <w:rsid w:val="00ED4F66"/>
    <w:rsid w:val="00F029D2"/>
    <w:rsid w:val="00F068FA"/>
    <w:rsid w:val="00F165C1"/>
    <w:rsid w:val="00F21D05"/>
    <w:rsid w:val="00F22CFC"/>
    <w:rsid w:val="00F411E7"/>
    <w:rsid w:val="00F46ECB"/>
    <w:rsid w:val="00F50A35"/>
    <w:rsid w:val="00F51EF8"/>
    <w:rsid w:val="00F62D91"/>
    <w:rsid w:val="00F658DB"/>
    <w:rsid w:val="00F70D7B"/>
    <w:rsid w:val="00F81CE5"/>
    <w:rsid w:val="00F90DB3"/>
    <w:rsid w:val="00F95236"/>
    <w:rsid w:val="00F96DAC"/>
    <w:rsid w:val="00FB7369"/>
    <w:rsid w:val="00FB7914"/>
    <w:rsid w:val="00FC2B3A"/>
    <w:rsid w:val="00FC3712"/>
    <w:rsid w:val="00FC6660"/>
    <w:rsid w:val="00FC6A50"/>
    <w:rsid w:val="00FD2D86"/>
    <w:rsid w:val="00FD5DD9"/>
    <w:rsid w:val="00FD628D"/>
    <w:rsid w:val="00FE10AD"/>
    <w:rsid w:val="00FE3569"/>
    <w:rsid w:val="00FE6800"/>
    <w:rsid w:val="00FF0ACD"/>
    <w:rsid w:val="00FF382D"/>
    <w:rsid w:val="00FF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D5C907"/>
  <w15:docId w15:val="{CE554FE6-4305-478D-BC3C-A84E0830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5837A9"/>
  </w:style>
  <w:style w:type="character" w:styleId="Collegamentovisitato">
    <w:name w:val="FollowedHyperlink"/>
    <w:basedOn w:val="Carpredefinitoparagrafo"/>
    <w:rsid w:val="00900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efs.an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michelangela.ionna@istruzione.it" TargetMode="External"/><Relationship Id="rId1" Type="http://schemas.openxmlformats.org/officeDocument/2006/relationships/hyperlink" Target="mailto:uefs.an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B8BD-55CE-468D-BF82-1C6266A3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1206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Marco Petrini</cp:lastModifiedBy>
  <cp:revision>3</cp:revision>
  <cp:lastPrinted>2018-04-02T08:33:00Z</cp:lastPrinted>
  <dcterms:created xsi:type="dcterms:W3CDTF">2019-02-27T15:50:00Z</dcterms:created>
  <dcterms:modified xsi:type="dcterms:W3CDTF">2019-02-27T15:51:00Z</dcterms:modified>
</cp:coreProperties>
</file>